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00" w:type="dxa"/>
        <w:jc w:val="center"/>
        <w:tblCellSpacing w:w="0" w:type="dxa"/>
        <w:tblBorders>
          <w:top w:val="outset" w:sz="6" w:space="0" w:color="9C9C63"/>
          <w:left w:val="outset" w:sz="6" w:space="0" w:color="9C9C63"/>
          <w:bottom w:val="outset" w:sz="6" w:space="0" w:color="9C9C63"/>
          <w:right w:val="outset" w:sz="6" w:space="0" w:color="9C9C63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387"/>
        <w:gridCol w:w="6113"/>
      </w:tblGrid>
      <w:tr w:rsidR="00533539" w:rsidRPr="00533539" w:rsidTr="0053353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vAlign w:val="center"/>
            <w:hideMark/>
          </w:tcPr>
          <w:p w:rsidR="00533539" w:rsidRPr="00533539" w:rsidRDefault="00533539" w:rsidP="00533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 w:rsidRPr="0053353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AU"/>
              </w:rPr>
              <w:t>Baby Information</w:t>
            </w:r>
          </w:p>
        </w:tc>
      </w:tr>
      <w:tr w:rsidR="00533539" w:rsidRPr="00533539" w:rsidTr="00155A8A">
        <w:trPr>
          <w:tblCellSpacing w:w="0" w:type="dxa"/>
          <w:jc w:val="center"/>
        </w:trPr>
        <w:tc>
          <w:tcPr>
            <w:tcW w:w="4387" w:type="dxa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vAlign w:val="center"/>
            <w:hideMark/>
          </w:tcPr>
          <w:p w:rsidR="00533539" w:rsidRPr="00533539" w:rsidRDefault="00533539" w:rsidP="005335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 w:rsidRPr="00533539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Baby's First Name:</w:t>
            </w:r>
          </w:p>
        </w:tc>
        <w:tc>
          <w:tcPr>
            <w:tcW w:w="6113" w:type="dxa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vAlign w:val="center"/>
          </w:tcPr>
          <w:p w:rsidR="00533539" w:rsidRPr="00533539" w:rsidRDefault="00533539" w:rsidP="005335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533539" w:rsidRPr="00533539" w:rsidTr="00155A8A">
        <w:trPr>
          <w:tblCellSpacing w:w="0" w:type="dxa"/>
          <w:jc w:val="center"/>
        </w:trPr>
        <w:tc>
          <w:tcPr>
            <w:tcW w:w="4387" w:type="dxa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vAlign w:val="center"/>
            <w:hideMark/>
          </w:tcPr>
          <w:p w:rsidR="00533539" w:rsidRPr="00533539" w:rsidRDefault="00533539" w:rsidP="005335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 w:rsidRPr="00533539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Baby's Last Name:</w:t>
            </w:r>
          </w:p>
        </w:tc>
        <w:tc>
          <w:tcPr>
            <w:tcW w:w="6113" w:type="dxa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vAlign w:val="center"/>
          </w:tcPr>
          <w:p w:rsidR="00533539" w:rsidRPr="00533539" w:rsidRDefault="00533539" w:rsidP="005335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533539" w:rsidRPr="00533539" w:rsidTr="00155A8A">
        <w:trPr>
          <w:tblCellSpacing w:w="0" w:type="dxa"/>
          <w:jc w:val="center"/>
        </w:trPr>
        <w:tc>
          <w:tcPr>
            <w:tcW w:w="4387" w:type="dxa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vAlign w:val="center"/>
            <w:hideMark/>
          </w:tcPr>
          <w:p w:rsidR="00533539" w:rsidRPr="00533539" w:rsidRDefault="00533539" w:rsidP="005335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 w:rsidRPr="00533539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 xml:space="preserve">Date of Birth: </w:t>
            </w:r>
          </w:p>
        </w:tc>
        <w:tc>
          <w:tcPr>
            <w:tcW w:w="6113" w:type="dxa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vAlign w:val="center"/>
            <w:hideMark/>
          </w:tcPr>
          <w:p w:rsidR="00533539" w:rsidRPr="00533539" w:rsidRDefault="00533539" w:rsidP="005335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533539" w:rsidRPr="00533539" w:rsidTr="00155A8A">
        <w:trPr>
          <w:tblCellSpacing w:w="0" w:type="dxa"/>
          <w:jc w:val="center"/>
        </w:trPr>
        <w:tc>
          <w:tcPr>
            <w:tcW w:w="4387" w:type="dxa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vAlign w:val="center"/>
            <w:hideMark/>
          </w:tcPr>
          <w:p w:rsidR="00533539" w:rsidRPr="00533539" w:rsidRDefault="00533539" w:rsidP="005335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Medicare Card Number:</w:t>
            </w:r>
            <w:r w:rsidR="00C130E2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 xml:space="preserve"> (if available)</w:t>
            </w:r>
          </w:p>
        </w:tc>
        <w:tc>
          <w:tcPr>
            <w:tcW w:w="6113" w:type="dxa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vAlign w:val="center"/>
          </w:tcPr>
          <w:p w:rsidR="00533539" w:rsidRPr="00533539" w:rsidRDefault="00533539" w:rsidP="005335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533539" w:rsidRPr="00533539" w:rsidTr="00155A8A">
        <w:trPr>
          <w:tblCellSpacing w:w="0" w:type="dxa"/>
          <w:jc w:val="center"/>
        </w:trPr>
        <w:tc>
          <w:tcPr>
            <w:tcW w:w="4387" w:type="dxa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vAlign w:val="center"/>
          </w:tcPr>
          <w:p w:rsidR="00533539" w:rsidRPr="00533539" w:rsidRDefault="00155A8A" w:rsidP="005335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 xml:space="preserve">Healthcare </w:t>
            </w:r>
            <w:r w:rsidR="00C130E2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Card Number: (if a</w:t>
            </w:r>
            <w:r w:rsidR="00533539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vailable</w:t>
            </w:r>
            <w:r w:rsidR="00C130E2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)</w:t>
            </w:r>
          </w:p>
        </w:tc>
        <w:tc>
          <w:tcPr>
            <w:tcW w:w="6113" w:type="dxa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vAlign w:val="center"/>
          </w:tcPr>
          <w:p w:rsidR="00533539" w:rsidRPr="00533539" w:rsidRDefault="00533539" w:rsidP="005335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950971" w:rsidRPr="00533539" w:rsidTr="00155A8A">
        <w:trPr>
          <w:tblCellSpacing w:w="0" w:type="dxa"/>
          <w:jc w:val="center"/>
        </w:trPr>
        <w:tc>
          <w:tcPr>
            <w:tcW w:w="4387" w:type="dxa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vAlign w:val="center"/>
          </w:tcPr>
          <w:p w:rsidR="00950971" w:rsidRDefault="00950971" w:rsidP="005335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Ethnicity</w:t>
            </w:r>
            <w:r w:rsidR="00155A8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 xml:space="preserve"> (country of origin)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 xml:space="preserve">: </w:t>
            </w:r>
          </w:p>
        </w:tc>
        <w:tc>
          <w:tcPr>
            <w:tcW w:w="6113" w:type="dxa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vAlign w:val="center"/>
          </w:tcPr>
          <w:p w:rsidR="00950971" w:rsidRPr="00533539" w:rsidRDefault="00950971" w:rsidP="005335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533539" w:rsidRPr="00533539" w:rsidTr="0053353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vAlign w:val="center"/>
            <w:hideMark/>
          </w:tcPr>
          <w:p w:rsidR="00533539" w:rsidRPr="00533539" w:rsidRDefault="00533539" w:rsidP="005335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 w:rsidRPr="0053353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AU"/>
              </w:rPr>
              <w:t>Parent Information</w:t>
            </w:r>
          </w:p>
        </w:tc>
      </w:tr>
      <w:tr w:rsidR="00533539" w:rsidRPr="00533539" w:rsidTr="00155A8A">
        <w:trPr>
          <w:tblCellSpacing w:w="0" w:type="dxa"/>
          <w:jc w:val="center"/>
        </w:trPr>
        <w:tc>
          <w:tcPr>
            <w:tcW w:w="4387" w:type="dxa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vAlign w:val="center"/>
            <w:hideMark/>
          </w:tcPr>
          <w:p w:rsidR="00533539" w:rsidRPr="00533539" w:rsidRDefault="00533539" w:rsidP="005335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 w:rsidRPr="00533539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Mother's Name:</w:t>
            </w:r>
          </w:p>
        </w:tc>
        <w:tc>
          <w:tcPr>
            <w:tcW w:w="6113" w:type="dxa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vAlign w:val="center"/>
          </w:tcPr>
          <w:p w:rsidR="00533539" w:rsidRPr="00533539" w:rsidRDefault="00533539" w:rsidP="005335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533539" w:rsidRPr="00533539" w:rsidTr="00155A8A">
        <w:trPr>
          <w:tblCellSpacing w:w="0" w:type="dxa"/>
          <w:jc w:val="center"/>
        </w:trPr>
        <w:tc>
          <w:tcPr>
            <w:tcW w:w="4387" w:type="dxa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vAlign w:val="center"/>
            <w:hideMark/>
          </w:tcPr>
          <w:p w:rsidR="00533539" w:rsidRPr="00533539" w:rsidRDefault="00533539" w:rsidP="005335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 w:rsidRPr="00533539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 xml:space="preserve">Mother's Date of Birth: </w:t>
            </w:r>
          </w:p>
        </w:tc>
        <w:tc>
          <w:tcPr>
            <w:tcW w:w="6113" w:type="dxa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vAlign w:val="center"/>
            <w:hideMark/>
          </w:tcPr>
          <w:p w:rsidR="00533539" w:rsidRPr="00533539" w:rsidRDefault="00533539" w:rsidP="005335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533539" w:rsidRPr="00533539" w:rsidTr="00155A8A">
        <w:trPr>
          <w:tblCellSpacing w:w="0" w:type="dxa"/>
          <w:jc w:val="center"/>
        </w:trPr>
        <w:tc>
          <w:tcPr>
            <w:tcW w:w="4387" w:type="dxa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vAlign w:val="center"/>
            <w:hideMark/>
          </w:tcPr>
          <w:p w:rsidR="00533539" w:rsidRPr="00533539" w:rsidRDefault="00C130E2" w:rsidP="005335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Contact Phone Number:</w:t>
            </w:r>
          </w:p>
        </w:tc>
        <w:tc>
          <w:tcPr>
            <w:tcW w:w="6113" w:type="dxa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vAlign w:val="center"/>
          </w:tcPr>
          <w:p w:rsidR="00533539" w:rsidRPr="00533539" w:rsidRDefault="00533539" w:rsidP="005335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C130E2" w:rsidRPr="00533539" w:rsidTr="00155A8A">
        <w:trPr>
          <w:tblCellSpacing w:w="0" w:type="dxa"/>
          <w:jc w:val="center"/>
        </w:trPr>
        <w:tc>
          <w:tcPr>
            <w:tcW w:w="4387" w:type="dxa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vAlign w:val="center"/>
          </w:tcPr>
          <w:p w:rsidR="00C130E2" w:rsidRDefault="00C130E2" w:rsidP="005335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Mother’s Medicare Card:</w:t>
            </w:r>
          </w:p>
        </w:tc>
        <w:tc>
          <w:tcPr>
            <w:tcW w:w="6113" w:type="dxa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vAlign w:val="center"/>
          </w:tcPr>
          <w:p w:rsidR="00C130E2" w:rsidRPr="00533539" w:rsidRDefault="00C130E2" w:rsidP="005335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533539" w:rsidRPr="00533539" w:rsidTr="00155A8A">
        <w:trPr>
          <w:tblCellSpacing w:w="0" w:type="dxa"/>
          <w:jc w:val="center"/>
        </w:trPr>
        <w:tc>
          <w:tcPr>
            <w:tcW w:w="4387" w:type="dxa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</w:tcPr>
          <w:p w:rsidR="00533539" w:rsidRPr="00E016FE" w:rsidRDefault="00533539" w:rsidP="00533539">
            <w:r w:rsidRPr="00F74B7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 xml:space="preserve">Healthcare Card Number: </w:t>
            </w:r>
            <w:r w:rsidR="00C130E2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(if a</w:t>
            </w:r>
            <w:r w:rsidRPr="00F74B7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vailable</w:t>
            </w:r>
            <w:r w:rsidR="00C130E2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)</w:t>
            </w:r>
          </w:p>
        </w:tc>
        <w:tc>
          <w:tcPr>
            <w:tcW w:w="6113" w:type="dxa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</w:tcPr>
          <w:p w:rsidR="00533539" w:rsidRPr="00E016FE" w:rsidRDefault="00533539" w:rsidP="00533539"/>
        </w:tc>
      </w:tr>
      <w:tr w:rsidR="00533539" w:rsidRPr="00533539" w:rsidTr="00155A8A">
        <w:trPr>
          <w:tblCellSpacing w:w="0" w:type="dxa"/>
          <w:jc w:val="center"/>
        </w:trPr>
        <w:tc>
          <w:tcPr>
            <w:tcW w:w="4387" w:type="dxa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vAlign w:val="center"/>
            <w:hideMark/>
          </w:tcPr>
          <w:p w:rsidR="00533539" w:rsidRPr="00533539" w:rsidRDefault="00533539" w:rsidP="005335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 w:rsidRPr="00533539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Father's Name:</w:t>
            </w:r>
          </w:p>
        </w:tc>
        <w:tc>
          <w:tcPr>
            <w:tcW w:w="6113" w:type="dxa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vAlign w:val="center"/>
          </w:tcPr>
          <w:p w:rsidR="00533539" w:rsidRPr="00533539" w:rsidRDefault="00533539" w:rsidP="005335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533539" w:rsidRPr="00533539" w:rsidTr="00155A8A">
        <w:trPr>
          <w:tblCellSpacing w:w="0" w:type="dxa"/>
          <w:jc w:val="center"/>
        </w:trPr>
        <w:tc>
          <w:tcPr>
            <w:tcW w:w="4387" w:type="dxa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vAlign w:val="center"/>
            <w:hideMark/>
          </w:tcPr>
          <w:p w:rsidR="00533539" w:rsidRPr="00533539" w:rsidRDefault="00533539" w:rsidP="005335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 w:rsidRPr="00533539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 xml:space="preserve">Father's Date of Birth: </w:t>
            </w:r>
          </w:p>
        </w:tc>
        <w:tc>
          <w:tcPr>
            <w:tcW w:w="6113" w:type="dxa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vAlign w:val="center"/>
          </w:tcPr>
          <w:p w:rsidR="00533539" w:rsidRPr="00533539" w:rsidRDefault="00533539" w:rsidP="005335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C130E2" w:rsidRPr="00533539" w:rsidTr="00155A8A">
        <w:trPr>
          <w:tblCellSpacing w:w="0" w:type="dxa"/>
          <w:jc w:val="center"/>
        </w:trPr>
        <w:tc>
          <w:tcPr>
            <w:tcW w:w="4387" w:type="dxa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vAlign w:val="center"/>
          </w:tcPr>
          <w:p w:rsidR="00C130E2" w:rsidRPr="00533539" w:rsidRDefault="00C130E2" w:rsidP="005335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Contact Phone Number:</w:t>
            </w:r>
          </w:p>
        </w:tc>
        <w:tc>
          <w:tcPr>
            <w:tcW w:w="6113" w:type="dxa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vAlign w:val="center"/>
          </w:tcPr>
          <w:p w:rsidR="00C130E2" w:rsidRPr="00533539" w:rsidRDefault="00C130E2" w:rsidP="005335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533539" w:rsidRPr="00533539" w:rsidTr="00155A8A">
        <w:trPr>
          <w:tblCellSpacing w:w="0" w:type="dxa"/>
          <w:jc w:val="center"/>
        </w:trPr>
        <w:tc>
          <w:tcPr>
            <w:tcW w:w="4387" w:type="dxa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vAlign w:val="center"/>
            <w:hideMark/>
          </w:tcPr>
          <w:p w:rsidR="00533539" w:rsidRPr="00533539" w:rsidRDefault="00533539" w:rsidP="005335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 w:rsidRPr="00533539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Father's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 xml:space="preserve"> Medicare Care Card Number:</w:t>
            </w:r>
          </w:p>
        </w:tc>
        <w:tc>
          <w:tcPr>
            <w:tcW w:w="6113" w:type="dxa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vAlign w:val="center"/>
          </w:tcPr>
          <w:p w:rsidR="00533539" w:rsidRPr="00533539" w:rsidRDefault="00533539" w:rsidP="005335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533539" w:rsidRPr="00533539" w:rsidTr="00155A8A">
        <w:trPr>
          <w:tblCellSpacing w:w="0" w:type="dxa"/>
          <w:jc w:val="center"/>
        </w:trPr>
        <w:tc>
          <w:tcPr>
            <w:tcW w:w="4387" w:type="dxa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vAlign w:val="center"/>
          </w:tcPr>
          <w:p w:rsidR="00533539" w:rsidRPr="00533539" w:rsidRDefault="00533539" w:rsidP="005335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Healt</w:t>
            </w:r>
            <w:r w:rsidR="00C130E2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hcare Card Number: (if available)</w:t>
            </w:r>
          </w:p>
        </w:tc>
        <w:tc>
          <w:tcPr>
            <w:tcW w:w="6113" w:type="dxa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vAlign w:val="center"/>
          </w:tcPr>
          <w:p w:rsidR="00533539" w:rsidRPr="00533539" w:rsidRDefault="00533539" w:rsidP="005335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533539" w:rsidRPr="00533539" w:rsidTr="0053353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vAlign w:val="center"/>
            <w:hideMark/>
          </w:tcPr>
          <w:p w:rsidR="00533539" w:rsidRPr="00533539" w:rsidRDefault="00533539" w:rsidP="00533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 w:rsidRPr="0053353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AU"/>
              </w:rPr>
              <w:t>Contact Information</w:t>
            </w:r>
          </w:p>
        </w:tc>
      </w:tr>
      <w:tr w:rsidR="00533539" w:rsidRPr="00533539" w:rsidTr="00155A8A">
        <w:trPr>
          <w:trHeight w:val="346"/>
          <w:tblCellSpacing w:w="0" w:type="dxa"/>
          <w:jc w:val="center"/>
        </w:trPr>
        <w:tc>
          <w:tcPr>
            <w:tcW w:w="4387" w:type="dxa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vAlign w:val="center"/>
            <w:hideMark/>
          </w:tcPr>
          <w:p w:rsidR="00533539" w:rsidRPr="00533539" w:rsidRDefault="00155A8A" w:rsidP="005335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 xml:space="preserve">Residential </w:t>
            </w:r>
            <w:r w:rsidR="00533539" w:rsidRPr="00533539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Address:</w:t>
            </w:r>
          </w:p>
        </w:tc>
        <w:tc>
          <w:tcPr>
            <w:tcW w:w="6113" w:type="dxa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vAlign w:val="center"/>
          </w:tcPr>
          <w:p w:rsidR="00533539" w:rsidRPr="00533539" w:rsidRDefault="00533539" w:rsidP="005335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533539" w:rsidRPr="00533539" w:rsidTr="00155A8A">
        <w:trPr>
          <w:tblCellSpacing w:w="0" w:type="dxa"/>
          <w:jc w:val="center"/>
        </w:trPr>
        <w:tc>
          <w:tcPr>
            <w:tcW w:w="4387" w:type="dxa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vAlign w:val="center"/>
            <w:hideMark/>
          </w:tcPr>
          <w:p w:rsidR="00533539" w:rsidRPr="00533539" w:rsidRDefault="00155A8A" w:rsidP="001230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Suburb</w:t>
            </w:r>
            <w:r w:rsidR="00533539" w:rsidRPr="00533539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:</w:t>
            </w:r>
            <w:r w:rsidR="00572C0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 xml:space="preserve">                   </w:t>
            </w:r>
          </w:p>
        </w:tc>
        <w:tc>
          <w:tcPr>
            <w:tcW w:w="6113" w:type="dxa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vAlign w:val="center"/>
          </w:tcPr>
          <w:p w:rsidR="00533539" w:rsidRPr="00533539" w:rsidRDefault="00533539" w:rsidP="001230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123053" w:rsidRPr="00533539" w:rsidTr="00155A8A">
        <w:trPr>
          <w:tblCellSpacing w:w="0" w:type="dxa"/>
          <w:jc w:val="center"/>
        </w:trPr>
        <w:tc>
          <w:tcPr>
            <w:tcW w:w="4387" w:type="dxa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vAlign w:val="center"/>
          </w:tcPr>
          <w:p w:rsidR="00123053" w:rsidRPr="00533539" w:rsidRDefault="00123053" w:rsidP="001230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 xml:space="preserve">Post </w:t>
            </w:r>
            <w:r w:rsidRPr="00533539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Code:</w:t>
            </w:r>
          </w:p>
        </w:tc>
        <w:tc>
          <w:tcPr>
            <w:tcW w:w="6113" w:type="dxa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vAlign w:val="center"/>
          </w:tcPr>
          <w:p w:rsidR="00123053" w:rsidRPr="00533539" w:rsidRDefault="00123053" w:rsidP="001230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533539" w:rsidRPr="00533539" w:rsidTr="00155A8A">
        <w:trPr>
          <w:tblCellSpacing w:w="0" w:type="dxa"/>
          <w:jc w:val="center"/>
        </w:trPr>
        <w:tc>
          <w:tcPr>
            <w:tcW w:w="4387" w:type="dxa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vAlign w:val="center"/>
            <w:hideMark/>
          </w:tcPr>
          <w:p w:rsidR="00533539" w:rsidRPr="00533539" w:rsidRDefault="00533539" w:rsidP="005335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 w:rsidRPr="00533539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Home Phone</w:t>
            </w:r>
            <w:r w:rsidR="00155A8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 xml:space="preserve"> Number</w:t>
            </w:r>
            <w:r w:rsidRPr="00533539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:</w:t>
            </w:r>
          </w:p>
        </w:tc>
        <w:tc>
          <w:tcPr>
            <w:tcW w:w="6113" w:type="dxa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vAlign w:val="center"/>
          </w:tcPr>
          <w:p w:rsidR="00533539" w:rsidRPr="00533539" w:rsidRDefault="00533539" w:rsidP="00E01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533539" w:rsidRPr="00533539" w:rsidTr="00155A8A">
        <w:trPr>
          <w:tblCellSpacing w:w="0" w:type="dxa"/>
          <w:jc w:val="center"/>
        </w:trPr>
        <w:tc>
          <w:tcPr>
            <w:tcW w:w="4387" w:type="dxa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vAlign w:val="center"/>
            <w:hideMark/>
          </w:tcPr>
          <w:p w:rsidR="00533539" w:rsidRPr="00533539" w:rsidRDefault="00533539" w:rsidP="005335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 w:rsidRPr="00533539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Email</w:t>
            </w:r>
            <w:r w:rsidR="00155A8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 xml:space="preserve"> Address</w:t>
            </w:r>
            <w:r w:rsidRPr="00533539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:</w:t>
            </w:r>
          </w:p>
        </w:tc>
        <w:tc>
          <w:tcPr>
            <w:tcW w:w="6113" w:type="dxa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vAlign w:val="center"/>
          </w:tcPr>
          <w:p w:rsidR="00533539" w:rsidRPr="00533539" w:rsidRDefault="00533539" w:rsidP="005335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533539" w:rsidRPr="00533539" w:rsidTr="00155A8A">
        <w:trPr>
          <w:tblCellSpacing w:w="0" w:type="dxa"/>
          <w:jc w:val="center"/>
        </w:trPr>
        <w:tc>
          <w:tcPr>
            <w:tcW w:w="4387" w:type="dxa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vAlign w:val="center"/>
            <w:hideMark/>
          </w:tcPr>
          <w:p w:rsidR="00533539" w:rsidRPr="00533539" w:rsidRDefault="00533539" w:rsidP="005335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 w:rsidRPr="00533539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 xml:space="preserve">Family </w:t>
            </w:r>
            <w:r w:rsidR="00155A8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Doctor Name</w:t>
            </w:r>
            <w:r w:rsidRPr="00533539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:</w:t>
            </w:r>
          </w:p>
        </w:tc>
        <w:tc>
          <w:tcPr>
            <w:tcW w:w="6113" w:type="dxa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vAlign w:val="center"/>
          </w:tcPr>
          <w:p w:rsidR="00533539" w:rsidRPr="00533539" w:rsidRDefault="00533539" w:rsidP="005335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533539" w:rsidRPr="00533539" w:rsidTr="00155A8A">
        <w:trPr>
          <w:tblCellSpacing w:w="0" w:type="dxa"/>
          <w:jc w:val="center"/>
        </w:trPr>
        <w:tc>
          <w:tcPr>
            <w:tcW w:w="4387" w:type="dxa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vAlign w:val="center"/>
            <w:hideMark/>
          </w:tcPr>
          <w:p w:rsidR="00533539" w:rsidRPr="00533539" w:rsidRDefault="00533539" w:rsidP="005335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 w:rsidRPr="00533539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 xml:space="preserve">Family </w:t>
            </w:r>
            <w:r w:rsidR="00155A8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Doctor</w:t>
            </w:r>
            <w:r w:rsidRPr="00533539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's Phone Number:</w:t>
            </w:r>
          </w:p>
        </w:tc>
        <w:tc>
          <w:tcPr>
            <w:tcW w:w="6113" w:type="dxa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vAlign w:val="center"/>
          </w:tcPr>
          <w:p w:rsidR="00533539" w:rsidRPr="00533539" w:rsidRDefault="00533539" w:rsidP="005335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533539" w:rsidRPr="00533539" w:rsidTr="00155A8A">
        <w:trPr>
          <w:tblCellSpacing w:w="0" w:type="dxa"/>
          <w:jc w:val="center"/>
        </w:trPr>
        <w:tc>
          <w:tcPr>
            <w:tcW w:w="4387" w:type="dxa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vAlign w:val="center"/>
            <w:hideMark/>
          </w:tcPr>
          <w:p w:rsidR="00533539" w:rsidRPr="00533539" w:rsidRDefault="00572C0A" w:rsidP="005335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 xml:space="preserve">Family </w:t>
            </w:r>
            <w:r w:rsidR="00155A8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Doctor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's Address</w:t>
            </w:r>
            <w:r w:rsidR="00533539" w:rsidRPr="00533539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:</w:t>
            </w:r>
          </w:p>
        </w:tc>
        <w:tc>
          <w:tcPr>
            <w:tcW w:w="6113" w:type="dxa"/>
            <w:tcBorders>
              <w:top w:val="outset" w:sz="6" w:space="0" w:color="9C9C63"/>
              <w:bottom w:val="single" w:sz="4" w:space="0" w:color="auto"/>
            </w:tcBorders>
            <w:vAlign w:val="center"/>
            <w:hideMark/>
          </w:tcPr>
          <w:p w:rsidR="00533539" w:rsidRPr="00533539" w:rsidRDefault="00533539" w:rsidP="005335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</w:pPr>
          </w:p>
        </w:tc>
      </w:tr>
      <w:tr w:rsidR="00572C0A" w:rsidRPr="00533539" w:rsidTr="00155A8A">
        <w:trPr>
          <w:tblCellSpacing w:w="0" w:type="dxa"/>
          <w:jc w:val="center"/>
        </w:trPr>
        <w:tc>
          <w:tcPr>
            <w:tcW w:w="4387" w:type="dxa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vAlign w:val="center"/>
          </w:tcPr>
          <w:p w:rsidR="00572C0A" w:rsidRDefault="00572C0A" w:rsidP="005335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How did you hear about us?</w:t>
            </w:r>
          </w:p>
        </w:tc>
        <w:tc>
          <w:tcPr>
            <w:tcW w:w="6113" w:type="dxa"/>
            <w:tcBorders>
              <w:top w:val="single" w:sz="4" w:space="0" w:color="auto"/>
              <w:bottom w:val="outset" w:sz="6" w:space="0" w:color="9C9C63"/>
            </w:tcBorders>
            <w:vAlign w:val="center"/>
          </w:tcPr>
          <w:p w:rsidR="00572C0A" w:rsidRPr="00533539" w:rsidRDefault="00572C0A" w:rsidP="005335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</w:pPr>
          </w:p>
        </w:tc>
      </w:tr>
    </w:tbl>
    <w:p w:rsidR="00533539" w:rsidRDefault="00533539"/>
    <w:p w:rsidR="00E016FE" w:rsidRDefault="00E016FE"/>
    <w:tbl>
      <w:tblPr>
        <w:tblW w:w="9501" w:type="dxa"/>
        <w:jc w:val="center"/>
        <w:tblCellSpacing w:w="0" w:type="dxa"/>
        <w:tblBorders>
          <w:top w:val="outset" w:sz="6" w:space="0" w:color="9C9C63"/>
          <w:left w:val="outset" w:sz="6" w:space="0" w:color="9C9C63"/>
          <w:bottom w:val="outset" w:sz="6" w:space="0" w:color="9C9C63"/>
          <w:right w:val="outset" w:sz="6" w:space="0" w:color="9C9C63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962"/>
        <w:gridCol w:w="6539"/>
      </w:tblGrid>
      <w:tr w:rsidR="00572C0A" w:rsidRPr="00572C0A" w:rsidTr="00DE629B">
        <w:trPr>
          <w:tblCellSpacing w:w="0" w:type="dxa"/>
          <w:jc w:val="center"/>
        </w:trPr>
        <w:tc>
          <w:tcPr>
            <w:tcW w:w="9501" w:type="dxa"/>
            <w:gridSpan w:val="2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vAlign w:val="center"/>
            <w:hideMark/>
          </w:tcPr>
          <w:p w:rsidR="00572C0A" w:rsidRPr="00572C0A" w:rsidRDefault="00572C0A" w:rsidP="00572C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bookmarkStart w:id="0" w:name="_GoBack"/>
            <w:bookmarkEnd w:id="0"/>
            <w:r w:rsidRPr="00572C0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AU"/>
              </w:rPr>
              <w:br/>
              <w:t>Medical History</w:t>
            </w:r>
          </w:p>
        </w:tc>
      </w:tr>
      <w:tr w:rsidR="00572C0A" w:rsidRPr="00572C0A" w:rsidTr="00DE629B">
        <w:trPr>
          <w:tblCellSpacing w:w="0" w:type="dxa"/>
          <w:jc w:val="center"/>
        </w:trPr>
        <w:tc>
          <w:tcPr>
            <w:tcW w:w="9501" w:type="dxa"/>
            <w:gridSpan w:val="2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hideMark/>
          </w:tcPr>
          <w:p w:rsidR="00E87AD6" w:rsidRPr="00123053" w:rsidRDefault="00E87AD6" w:rsidP="00572C0A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123053">
              <w:rPr>
                <w:rFonts w:ascii="Times New Roman" w:eastAsia="Times New Roman" w:hAnsi="Times New Roman"/>
                <w:lang w:eastAsia="en-AU"/>
              </w:rPr>
              <w:t>Has your son had any medical or bleeding problems, or blood loss, since birth?</w:t>
            </w:r>
            <w:r w:rsidR="00123053" w:rsidRPr="00123053">
              <w:rPr>
                <w:rFonts w:ascii="Times New Roman" w:eastAsia="Times New Roman" w:hAnsi="Times New Roman"/>
                <w:lang w:eastAsia="en-AU"/>
              </w:rPr>
              <w:t xml:space="preserve"> </w:t>
            </w:r>
            <w:r w:rsidRPr="00123053">
              <w:rPr>
                <w:rFonts w:ascii="Times New Roman" w:eastAsia="Times New Roman" w:hAnsi="Times New Roman"/>
                <w:lang w:eastAsia="en-AU"/>
              </w:rPr>
              <w:t xml:space="preserve"> </w:t>
            </w:r>
            <w:r w:rsidR="00123053">
              <w:rPr>
                <w:rFonts w:ascii="Times New Roman" w:eastAsia="Times New Roman" w:hAnsi="Times New Roman"/>
                <w:lang w:eastAsia="en-AU"/>
              </w:rPr>
              <w:t xml:space="preserve">       </w:t>
            </w:r>
            <w:r w:rsidR="00123053">
              <w:rPr>
                <w:rFonts w:ascii="Times New Roman" w:eastAsia="Times New Roman" w:hAnsi="Times New Roman"/>
                <w:iCs/>
                <w:sz w:val="24"/>
                <w:szCs w:val="24"/>
                <w:lang w:eastAsia="en-AU"/>
              </w:rPr>
              <w:t>YES  /  NO</w:t>
            </w:r>
          </w:p>
          <w:p w:rsidR="00E016FE" w:rsidRPr="00123053" w:rsidRDefault="00E016FE" w:rsidP="00572C0A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</w:p>
          <w:p w:rsidR="00E87AD6" w:rsidRPr="00123053" w:rsidRDefault="00E87AD6" w:rsidP="00572C0A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  <w:r w:rsidRPr="00123053">
              <w:rPr>
                <w:rFonts w:ascii="Times New Roman" w:eastAsia="Times New Roman" w:hAnsi="Times New Roman"/>
                <w:lang w:eastAsia="en-AU"/>
              </w:rPr>
              <w:t xml:space="preserve">Does your family have any history of bleeding problems?            </w:t>
            </w:r>
            <w:r w:rsidR="00123053" w:rsidRPr="00123053">
              <w:rPr>
                <w:rFonts w:ascii="Times New Roman" w:eastAsia="Times New Roman" w:hAnsi="Times New Roman"/>
                <w:lang w:eastAsia="en-AU"/>
              </w:rPr>
              <w:t xml:space="preserve">                        </w:t>
            </w:r>
            <w:r w:rsidRPr="00123053">
              <w:rPr>
                <w:rFonts w:ascii="Times New Roman" w:eastAsia="Times New Roman" w:hAnsi="Times New Roman"/>
                <w:lang w:eastAsia="en-AU"/>
              </w:rPr>
              <w:t xml:space="preserve"> </w:t>
            </w:r>
            <w:r w:rsidR="00123053">
              <w:rPr>
                <w:rFonts w:ascii="Times New Roman" w:eastAsia="Times New Roman" w:hAnsi="Times New Roman"/>
                <w:lang w:eastAsia="en-AU"/>
              </w:rPr>
              <w:t xml:space="preserve">       </w:t>
            </w:r>
            <w:r w:rsidR="00123053">
              <w:rPr>
                <w:rFonts w:ascii="Times New Roman" w:eastAsia="Times New Roman" w:hAnsi="Times New Roman"/>
                <w:iCs/>
                <w:sz w:val="24"/>
                <w:szCs w:val="24"/>
                <w:lang w:eastAsia="en-AU"/>
              </w:rPr>
              <w:t>YES  /  NO</w:t>
            </w:r>
          </w:p>
          <w:p w:rsidR="00E016FE" w:rsidRPr="00123053" w:rsidRDefault="00E016FE" w:rsidP="00572C0A">
            <w:pPr>
              <w:spacing w:after="0" w:line="240" w:lineRule="auto"/>
              <w:rPr>
                <w:rFonts w:ascii="Times New Roman" w:eastAsia="Times New Roman" w:hAnsi="Times New Roman"/>
                <w:lang w:eastAsia="en-AU"/>
              </w:rPr>
            </w:pPr>
          </w:p>
          <w:p w:rsidR="00572C0A" w:rsidRPr="00123053" w:rsidRDefault="00E87AD6" w:rsidP="00572C0A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en-AU"/>
              </w:rPr>
            </w:pPr>
            <w:r w:rsidRPr="00123053">
              <w:rPr>
                <w:rFonts w:ascii="Times New Roman" w:eastAsia="Times New Roman" w:hAnsi="Times New Roman"/>
                <w:lang w:eastAsia="en-AU"/>
              </w:rPr>
              <w:t xml:space="preserve">Do you have any reason to believe that your son has low blood or low </w:t>
            </w:r>
            <w:r w:rsidR="00E016FE" w:rsidRPr="00123053">
              <w:rPr>
                <w:rFonts w:ascii="Times New Roman" w:eastAsia="Times New Roman" w:hAnsi="Times New Roman"/>
                <w:lang w:eastAsia="en-AU"/>
              </w:rPr>
              <w:t>haemoglobin</w:t>
            </w:r>
            <w:r w:rsidR="00123053" w:rsidRPr="00123053">
              <w:rPr>
                <w:rFonts w:ascii="Times New Roman" w:eastAsia="Times New Roman" w:hAnsi="Times New Roman"/>
                <w:lang w:eastAsia="en-AU"/>
              </w:rPr>
              <w:t>?</w:t>
            </w:r>
            <w:r w:rsidRPr="00123053">
              <w:rPr>
                <w:rFonts w:ascii="Times New Roman" w:eastAsia="Times New Roman" w:hAnsi="Times New Roman"/>
                <w:lang w:eastAsia="en-AU"/>
              </w:rPr>
              <w:t xml:space="preserve"> </w:t>
            </w:r>
            <w:r w:rsidR="00123053">
              <w:rPr>
                <w:rFonts w:ascii="Times New Roman" w:eastAsia="Times New Roman" w:hAnsi="Times New Roman"/>
                <w:iCs/>
                <w:sz w:val="24"/>
                <w:szCs w:val="24"/>
                <w:lang w:eastAsia="en-AU"/>
              </w:rPr>
              <w:t>YES  /  NO</w:t>
            </w:r>
            <w:r w:rsidR="00123053" w:rsidRPr="00123053">
              <w:rPr>
                <w:rFonts w:ascii="Times New Roman" w:eastAsia="Times New Roman" w:hAnsi="Times New Roman"/>
                <w:iCs/>
                <w:lang w:eastAsia="en-AU"/>
              </w:rPr>
              <w:t xml:space="preserve"> </w:t>
            </w:r>
          </w:p>
          <w:p w:rsidR="00E87AD6" w:rsidRPr="00123053" w:rsidRDefault="00E87AD6" w:rsidP="00572C0A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en-AU"/>
              </w:rPr>
            </w:pPr>
            <w:r w:rsidRPr="00123053">
              <w:rPr>
                <w:rFonts w:ascii="Times New Roman" w:eastAsia="Times New Roman" w:hAnsi="Times New Roman"/>
                <w:iCs/>
                <w:lang w:eastAsia="en-AU"/>
              </w:rPr>
              <w:t>If Yes, Please explain:</w:t>
            </w:r>
          </w:p>
          <w:p w:rsidR="00572C0A" w:rsidRDefault="00572C0A" w:rsidP="00572C0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en-AU"/>
              </w:rPr>
            </w:pPr>
          </w:p>
          <w:p w:rsidR="00572C0A" w:rsidRDefault="00572C0A" w:rsidP="00572C0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en-AU"/>
              </w:rPr>
            </w:pPr>
          </w:p>
          <w:p w:rsidR="00572C0A" w:rsidRDefault="00950971" w:rsidP="00572C0A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en-AU"/>
              </w:rPr>
              <w:t>Allergies Yes /No if yes please explain</w:t>
            </w:r>
          </w:p>
          <w:p w:rsidR="00950971" w:rsidRDefault="00950971" w:rsidP="00572C0A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en-AU"/>
              </w:rPr>
            </w:pPr>
          </w:p>
          <w:p w:rsidR="00950971" w:rsidRDefault="00950971" w:rsidP="00572C0A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en-AU"/>
              </w:rPr>
            </w:pPr>
          </w:p>
          <w:p w:rsidR="00950971" w:rsidRPr="00950971" w:rsidRDefault="00950971" w:rsidP="00572C0A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en-AU"/>
              </w:rPr>
              <w:t xml:space="preserve">Panadol time given to patient:   </w:t>
            </w:r>
          </w:p>
          <w:p w:rsidR="00572C0A" w:rsidRDefault="00572C0A" w:rsidP="00572C0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en-AU"/>
              </w:rPr>
            </w:pPr>
          </w:p>
          <w:p w:rsidR="00572C0A" w:rsidRPr="00572C0A" w:rsidRDefault="00572C0A" w:rsidP="00572C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572C0A" w:rsidRPr="00572C0A" w:rsidTr="00DE629B">
        <w:trPr>
          <w:tblCellSpacing w:w="0" w:type="dxa"/>
          <w:jc w:val="center"/>
        </w:trPr>
        <w:tc>
          <w:tcPr>
            <w:tcW w:w="9501" w:type="dxa"/>
            <w:gridSpan w:val="2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</w:tcPr>
          <w:p w:rsidR="00572C0A" w:rsidRDefault="00572C0A" w:rsidP="00572C0A">
            <w:pP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 w:rsidRPr="00572C0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 xml:space="preserve">Were there any significant problems for baby or mother during delivery? </w:t>
            </w:r>
            <w:r w:rsidR="00123053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 xml:space="preserve">  </w:t>
            </w:r>
            <w:r w:rsidR="00E87AD6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 xml:space="preserve">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 xml:space="preserve"> </w:t>
            </w:r>
            <w:r w:rsidR="00123053">
              <w:rPr>
                <w:rFonts w:ascii="Times New Roman" w:eastAsia="Times New Roman" w:hAnsi="Times New Roman"/>
                <w:iCs/>
                <w:sz w:val="24"/>
                <w:szCs w:val="24"/>
                <w:lang w:eastAsia="en-AU"/>
              </w:rPr>
              <w:t>YES  /  NO</w:t>
            </w:r>
          </w:p>
          <w:p w:rsidR="00572C0A" w:rsidRDefault="00E87AD6" w:rsidP="00572C0A">
            <w:pP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If Yes, please explain:</w:t>
            </w:r>
          </w:p>
          <w:p w:rsidR="00572C0A" w:rsidRDefault="00572C0A" w:rsidP="00572C0A">
            <w:pP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  <w:p w:rsidR="00572C0A" w:rsidRDefault="00572C0A" w:rsidP="00572C0A">
            <w:pP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  <w:p w:rsidR="00572C0A" w:rsidRPr="00E016FE" w:rsidRDefault="00572C0A" w:rsidP="00572C0A"/>
          <w:p w:rsidR="00E87AD6" w:rsidRPr="00E016FE" w:rsidRDefault="00E87AD6" w:rsidP="00572C0A"/>
          <w:p w:rsidR="00E87AD6" w:rsidRPr="00E016FE" w:rsidRDefault="00E87AD6" w:rsidP="00572C0A"/>
          <w:p w:rsidR="00E87AD6" w:rsidRPr="00E016FE" w:rsidRDefault="00E87AD6" w:rsidP="00572C0A"/>
        </w:tc>
      </w:tr>
      <w:tr w:rsidR="00572C0A" w:rsidRPr="00572C0A" w:rsidTr="00DE629B">
        <w:trPr>
          <w:tblCellSpacing w:w="0" w:type="dxa"/>
          <w:jc w:val="center"/>
        </w:trPr>
        <w:tc>
          <w:tcPr>
            <w:tcW w:w="9501" w:type="dxa"/>
            <w:gridSpan w:val="2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hideMark/>
          </w:tcPr>
          <w:p w:rsidR="00572C0A" w:rsidRPr="00123053" w:rsidRDefault="00572C0A" w:rsidP="00572C0A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en-AU"/>
              </w:rPr>
            </w:pPr>
            <w:r w:rsidRPr="00572C0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en-AU"/>
              </w:rPr>
              <w:t>Please list any medications your son is taking:</w:t>
            </w:r>
            <w:r w:rsidR="0012305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en-AU"/>
              </w:rPr>
              <w:t xml:space="preserve">     </w:t>
            </w:r>
            <w:r w:rsidR="00123053">
              <w:rPr>
                <w:rFonts w:ascii="Times New Roman" w:eastAsia="Times New Roman" w:hAnsi="Times New Roman"/>
                <w:iCs/>
                <w:sz w:val="24"/>
                <w:szCs w:val="24"/>
                <w:lang w:eastAsia="en-AU"/>
              </w:rPr>
              <w:t xml:space="preserve">  YES  /  NO</w:t>
            </w:r>
          </w:p>
          <w:p w:rsidR="00572C0A" w:rsidRDefault="00572C0A" w:rsidP="00572C0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en-AU"/>
              </w:rPr>
            </w:pPr>
          </w:p>
          <w:p w:rsidR="00E87AD6" w:rsidRPr="00E87AD6" w:rsidRDefault="00E87AD6" w:rsidP="00572C0A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en-AU"/>
              </w:rPr>
            </w:pPr>
          </w:p>
          <w:p w:rsidR="00572C0A" w:rsidRPr="00572C0A" w:rsidRDefault="00572C0A" w:rsidP="00572C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572C0A" w:rsidRPr="00572C0A" w:rsidTr="00DE629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vAlign w:val="center"/>
            <w:hideMark/>
          </w:tcPr>
          <w:p w:rsidR="00572C0A" w:rsidRPr="00572C0A" w:rsidRDefault="00572C0A" w:rsidP="00572C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 w:rsidRPr="00572C0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Medication Name / Dosage:</w:t>
            </w:r>
          </w:p>
        </w:tc>
        <w:tc>
          <w:tcPr>
            <w:tcW w:w="6358" w:type="dxa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vAlign w:val="center"/>
          </w:tcPr>
          <w:p w:rsidR="00572C0A" w:rsidRPr="00572C0A" w:rsidRDefault="00572C0A" w:rsidP="00572C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  <w:tr w:rsidR="00572C0A" w:rsidRPr="00572C0A" w:rsidTr="00DE629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vAlign w:val="center"/>
            <w:hideMark/>
          </w:tcPr>
          <w:p w:rsidR="00572C0A" w:rsidRPr="00572C0A" w:rsidRDefault="00572C0A" w:rsidP="00572C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 w:rsidRPr="00572C0A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Medication Name / Dosage:</w:t>
            </w:r>
          </w:p>
        </w:tc>
        <w:tc>
          <w:tcPr>
            <w:tcW w:w="6358" w:type="dxa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vAlign w:val="center"/>
          </w:tcPr>
          <w:p w:rsidR="00572C0A" w:rsidRPr="00572C0A" w:rsidRDefault="00572C0A" w:rsidP="00572C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</w:p>
        </w:tc>
      </w:tr>
    </w:tbl>
    <w:p w:rsidR="00E016FE" w:rsidRDefault="00E016FE"/>
    <w:p w:rsidR="00E016FE" w:rsidRDefault="00E016FE"/>
    <w:p w:rsidR="00E016FE" w:rsidRDefault="00E016FE"/>
    <w:p w:rsidR="00E87AD6" w:rsidRDefault="00E87AD6"/>
    <w:p w:rsidR="00572C0A" w:rsidRDefault="00572C0A"/>
    <w:p w:rsidR="00123053" w:rsidRDefault="00123053"/>
    <w:tbl>
      <w:tblPr>
        <w:tblW w:w="8865" w:type="dxa"/>
        <w:jc w:val="center"/>
        <w:tblCellSpacing w:w="0" w:type="dxa"/>
        <w:tblBorders>
          <w:top w:val="outset" w:sz="6" w:space="0" w:color="9C9C63"/>
          <w:left w:val="outset" w:sz="6" w:space="0" w:color="9C9C63"/>
          <w:bottom w:val="outset" w:sz="6" w:space="0" w:color="9C9C63"/>
          <w:right w:val="outset" w:sz="6" w:space="0" w:color="9C9C63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8694"/>
        <w:gridCol w:w="171"/>
      </w:tblGrid>
      <w:tr w:rsidR="00533539" w:rsidRPr="00533539" w:rsidTr="00123053">
        <w:trPr>
          <w:trHeight w:val="265"/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vAlign w:val="center"/>
            <w:hideMark/>
          </w:tcPr>
          <w:p w:rsidR="00533539" w:rsidRPr="00533539" w:rsidRDefault="00533539" w:rsidP="00533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 w:rsidRPr="0053353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AU"/>
              </w:rPr>
              <w:t xml:space="preserve">Circumcision Consent: </w:t>
            </w:r>
            <w:r w:rsidR="00155A8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AU"/>
              </w:rPr>
              <w:t>PLEASE READ CAREFULLY AND TICK THE BOXES</w:t>
            </w:r>
          </w:p>
        </w:tc>
      </w:tr>
      <w:tr w:rsidR="00533539" w:rsidRPr="00533539" w:rsidTr="00123053">
        <w:trPr>
          <w:trHeight w:val="10750"/>
          <w:tblCellSpacing w:w="0" w:type="dxa"/>
          <w:jc w:val="center"/>
        </w:trPr>
        <w:tc>
          <w:tcPr>
            <w:tcW w:w="0" w:type="auto"/>
            <w:tcBorders>
              <w:top w:val="outset" w:sz="6" w:space="0" w:color="9C9C63"/>
              <w:left w:val="outset" w:sz="6" w:space="0" w:color="9C9C63"/>
              <w:bottom w:val="outset" w:sz="6" w:space="0" w:color="9C9C63"/>
              <w:right w:val="outset" w:sz="6" w:space="0" w:color="9C9C63"/>
            </w:tcBorders>
            <w:vAlign w:val="center"/>
            <w:hideMark/>
          </w:tcPr>
          <w:p w:rsidR="00771910" w:rsidRPr="00771910" w:rsidRDefault="00771910" w:rsidP="007719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 w:rsidRPr="00771910">
              <w:rPr>
                <w:rFonts w:ascii="Times New Roman" w:eastAsia="Times New Roman" w:hAnsi="Times New Roman"/>
                <w:sz w:val="24"/>
                <w:szCs w:val="24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0" type="#_x0000_t75" style="width:20.25pt;height:17.25pt" o:ole="">
                  <v:imagedata r:id="rId8" o:title=""/>
                </v:shape>
                <w:control r:id="rId9" w:name="DefaultOcxName1" w:shapeid="_x0000_i1040"/>
              </w:object>
            </w:r>
            <w:r w:rsidRPr="00771910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 xml:space="preserve">We have carefully considered the risks and benefits of this procedure and have discussed them with our family physician or other healthcare professional prior to seeing Dr.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Sharier</w:t>
            </w:r>
            <w:r w:rsidRPr="00771910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.</w:t>
            </w:r>
          </w:p>
          <w:p w:rsidR="00771910" w:rsidRPr="00771910" w:rsidRDefault="00771910" w:rsidP="007719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 w:rsidRPr="00771910">
              <w:rPr>
                <w:rFonts w:ascii="Times New Roman" w:eastAsia="Times New Roman" w:hAnsi="Times New Roman"/>
                <w:sz w:val="24"/>
                <w:szCs w:val="24"/>
              </w:rPr>
              <w:object w:dxaOrig="225" w:dyaOrig="225">
                <v:shape id="_x0000_i1043" type="#_x0000_t75" style="width:20.25pt;height:17.25pt" o:ole="">
                  <v:imagedata r:id="rId8" o:title=""/>
                </v:shape>
                <w:control r:id="rId10" w:name="DefaultOcxName2" w:shapeid="_x0000_i1043"/>
              </w:object>
            </w:r>
            <w:r w:rsidRPr="00771910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 xml:space="preserve">We understand that, </w:t>
            </w:r>
            <w:proofErr w:type="gramStart"/>
            <w:r w:rsidRPr="00771910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according to</w:t>
            </w:r>
            <w:proofErr w:type="gramEnd"/>
            <w:r w:rsidRPr="00771910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 xml:space="preserve"> the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Royal Australian College of Physician and Paediatrics do not support routine Infant / children Male Circumcision</w:t>
            </w:r>
            <w:r w:rsidRPr="00771910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.</w:t>
            </w:r>
          </w:p>
          <w:p w:rsidR="00771910" w:rsidRPr="00771910" w:rsidRDefault="00771910" w:rsidP="007719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 w:rsidRPr="00771910">
              <w:rPr>
                <w:rFonts w:ascii="Times New Roman" w:eastAsia="Times New Roman" w:hAnsi="Times New Roman"/>
                <w:sz w:val="24"/>
                <w:szCs w:val="24"/>
              </w:rPr>
              <w:object w:dxaOrig="225" w:dyaOrig="225">
                <v:shape id="_x0000_i1046" type="#_x0000_t75" style="width:20.25pt;height:17.25pt" o:ole="">
                  <v:imagedata r:id="rId8" o:title=""/>
                </v:shape>
                <w:control r:id="rId11" w:name="DefaultOcxName3" w:shapeid="_x0000_i1046"/>
              </w:object>
            </w:r>
            <w:r w:rsidRPr="00771910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We understand that we are making a consent by proxy for our infant for a non-therapeutic procedure. By signing this form, we have given our consent to this procedure as parents of this child.</w:t>
            </w:r>
          </w:p>
          <w:p w:rsidR="00771910" w:rsidRDefault="00771910" w:rsidP="007719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 w:rsidRPr="00771910">
              <w:rPr>
                <w:rFonts w:ascii="Times New Roman" w:eastAsia="Times New Roman" w:hAnsi="Times New Roman"/>
                <w:sz w:val="24"/>
                <w:szCs w:val="24"/>
              </w:rPr>
              <w:object w:dxaOrig="225" w:dyaOrig="225">
                <v:shape id="_x0000_i1049" type="#_x0000_t75" style="width:20.25pt;height:17.25pt" o:ole="">
                  <v:imagedata r:id="rId8" o:title=""/>
                </v:shape>
                <w:control r:id="rId12" w:name="DefaultOcxName4" w:shapeid="_x0000_i1049"/>
              </w:object>
            </w:r>
            <w:r w:rsidRPr="00771910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 xml:space="preserve">We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agree</w:t>
            </w:r>
            <w:r w:rsidRPr="00771910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to have our son circumcised by Dr Mohammad Sharier. By signing this form, we have given our consent to this procedure as parents of this child.</w:t>
            </w:r>
          </w:p>
          <w:p w:rsidR="00771910" w:rsidRPr="00771910" w:rsidRDefault="00771910" w:rsidP="007719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 w:rsidRPr="00771910">
              <w:rPr>
                <w:rFonts w:ascii="Times New Roman" w:eastAsia="Times New Roman" w:hAnsi="Times New Roman"/>
                <w:sz w:val="24"/>
                <w:szCs w:val="24"/>
              </w:rPr>
              <w:object w:dxaOrig="225" w:dyaOrig="225">
                <v:shape id="_x0000_i1052" type="#_x0000_t75" style="width:20.25pt;height:17.25pt" o:ole="">
                  <v:imagedata r:id="rId8" o:title=""/>
                </v:shape>
                <w:control r:id="rId13" w:name="DefaultOcxName5" w:shapeid="_x0000_i1052"/>
              </w:object>
            </w:r>
            <w:r w:rsidRPr="00771910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We agree to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 xml:space="preserve"> have our son circumcised by Dr</w:t>
            </w:r>
            <w:r w:rsidRPr="00771910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Mohammad Sharier</w:t>
            </w:r>
            <w:r w:rsidRPr="00771910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. By signing this consent form we are acknowledging that the complications and risks of this procedure have been explained to us.</w:t>
            </w:r>
          </w:p>
          <w:p w:rsidR="00771910" w:rsidRDefault="00771910" w:rsidP="007719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 w:rsidRPr="00771910">
              <w:rPr>
                <w:rFonts w:ascii="Times New Roman" w:eastAsia="Times New Roman" w:hAnsi="Times New Roman"/>
                <w:sz w:val="24"/>
                <w:szCs w:val="24"/>
              </w:rPr>
              <w:object w:dxaOrig="225" w:dyaOrig="225">
                <v:shape id="_x0000_i1055" type="#_x0000_t75" style="width:20.25pt;height:17.25pt" o:ole="">
                  <v:imagedata r:id="rId8" o:title=""/>
                </v:shape>
                <w:control r:id="rId14" w:name="DefaultOcxName" w:shapeid="_x0000_i1055"/>
              </w:object>
            </w:r>
            <w:r w:rsidRPr="00771910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 xml:space="preserve">We understand that complications after circumcision can occur, although the frequency varies with the skill and experience of the doctor, and are infrequent in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Pollock Technique</w:t>
            </w:r>
            <w:r w:rsidRPr="00771910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 xml:space="preserve">. </w:t>
            </w:r>
          </w:p>
          <w:p w:rsidR="00771910" w:rsidRPr="00771910" w:rsidRDefault="00771910" w:rsidP="007719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 w:rsidRPr="00771910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 xml:space="preserve">Complications include: </w:t>
            </w:r>
          </w:p>
          <w:p w:rsidR="00771910" w:rsidRPr="00771910" w:rsidRDefault="00771910" w:rsidP="0077191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 w:rsidRPr="00771910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Significant post-op bleeding (1 in 400)</w:t>
            </w:r>
          </w:p>
          <w:p w:rsidR="00771910" w:rsidRPr="00771910" w:rsidRDefault="00771910" w:rsidP="0077191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 w:rsidRPr="00771910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Phimosis or narrowing of the shaft-skin opening over the head of the penis (1 in 500)</w:t>
            </w:r>
          </w:p>
          <w:p w:rsidR="00771910" w:rsidRPr="00771910" w:rsidRDefault="00771910" w:rsidP="0077191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 w:rsidRPr="00771910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Buried or trapped penis in the abdomen (1 in 800)</w:t>
            </w:r>
          </w:p>
          <w:p w:rsidR="00771910" w:rsidRPr="00771910" w:rsidRDefault="00771910" w:rsidP="0077191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 w:rsidRPr="00771910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Infection requiring antibiotics (1 in 1000)</w:t>
            </w:r>
          </w:p>
          <w:p w:rsidR="00771910" w:rsidRPr="00771910" w:rsidRDefault="00771910" w:rsidP="0077191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 w:rsidRPr="00771910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Meatal stenosis or narrowing of the urethra (1 in 1000)</w:t>
            </w:r>
          </w:p>
          <w:p w:rsidR="00771910" w:rsidRPr="00771910" w:rsidRDefault="00771910" w:rsidP="0077191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 w:rsidRPr="00771910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Sub-optimal cosmetic outcome (1 in 500)</w:t>
            </w:r>
          </w:p>
          <w:p w:rsidR="00771910" w:rsidRPr="00771910" w:rsidRDefault="00771910" w:rsidP="0077191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 w:rsidRPr="00771910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Trauma to the head of the penis (never in this practice)</w:t>
            </w:r>
          </w:p>
          <w:p w:rsidR="00771910" w:rsidRPr="00771910" w:rsidRDefault="00771910" w:rsidP="0077191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 w:rsidRPr="00771910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More serious complications including death (never in this practice)</w:t>
            </w:r>
          </w:p>
          <w:p w:rsidR="00F62E2C" w:rsidRPr="00533539" w:rsidRDefault="00771910" w:rsidP="007719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 w:rsidRPr="00771910">
              <w:rPr>
                <w:rFonts w:ascii="Times New Roman" w:eastAsia="Times New Roman" w:hAnsi="Times New Roman"/>
                <w:sz w:val="24"/>
                <w:szCs w:val="24"/>
              </w:rPr>
              <w:object w:dxaOrig="225" w:dyaOrig="225">
                <v:shape id="_x0000_i1058" type="#_x0000_t75" style="width:20.25pt;height:17.25pt" o:ole="">
                  <v:imagedata r:id="rId8" o:title=""/>
                </v:shape>
                <w:control r:id="rId15" w:name="DefaultOcxName6" w:shapeid="_x0000_i1058"/>
              </w:object>
            </w:r>
            <w:r w:rsidRPr="00771910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We confirm that we have not given any anti-inflammatory medications to our son within the last 7 days. Examples: AD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>VIL, IBUPROFEN, ASPIRIN,</w:t>
            </w:r>
            <w:r w:rsidRPr="00771910"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  <w:t xml:space="preserve"> etc.</w:t>
            </w:r>
          </w:p>
        </w:tc>
        <w:tc>
          <w:tcPr>
            <w:tcW w:w="0" w:type="auto"/>
            <w:vAlign w:val="center"/>
            <w:hideMark/>
          </w:tcPr>
          <w:p w:rsidR="00533539" w:rsidRPr="00533539" w:rsidRDefault="00533539" w:rsidP="005335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</w:pPr>
          </w:p>
        </w:tc>
      </w:tr>
    </w:tbl>
    <w:p w:rsidR="00533539" w:rsidRPr="00155A8A" w:rsidRDefault="00533539">
      <w:pPr>
        <w:rPr>
          <w:sz w:val="10"/>
          <w:szCs w:val="10"/>
        </w:rPr>
      </w:pPr>
    </w:p>
    <w:p w:rsidR="00123053" w:rsidRDefault="00E87AD6">
      <w:pPr>
        <w:rPr>
          <w:sz w:val="18"/>
          <w:szCs w:val="18"/>
        </w:rPr>
      </w:pPr>
      <w:r w:rsidRPr="00155A8A">
        <w:rPr>
          <w:sz w:val="19"/>
          <w:szCs w:val="19"/>
        </w:rPr>
        <w:t>Mother Name Print</w:t>
      </w:r>
      <w:r w:rsidRPr="00123053">
        <w:rPr>
          <w:sz w:val="18"/>
          <w:szCs w:val="18"/>
        </w:rPr>
        <w:t xml:space="preserve"> _____________________</w:t>
      </w:r>
      <w:r w:rsidR="00E016FE" w:rsidRPr="00123053">
        <w:rPr>
          <w:sz w:val="18"/>
          <w:szCs w:val="18"/>
        </w:rPr>
        <w:t>_ Sign</w:t>
      </w:r>
      <w:r w:rsidRPr="00123053">
        <w:rPr>
          <w:sz w:val="18"/>
          <w:szCs w:val="18"/>
        </w:rPr>
        <w:t>_________________</w:t>
      </w:r>
      <w:r w:rsidR="00E016FE" w:rsidRPr="00123053">
        <w:rPr>
          <w:sz w:val="18"/>
          <w:szCs w:val="18"/>
        </w:rPr>
        <w:t>__________________</w:t>
      </w:r>
      <w:r w:rsidR="00155A8A">
        <w:rPr>
          <w:sz w:val="18"/>
          <w:szCs w:val="18"/>
        </w:rPr>
        <w:t>____</w:t>
      </w:r>
      <w:r w:rsidRPr="00123053">
        <w:rPr>
          <w:sz w:val="18"/>
          <w:szCs w:val="18"/>
        </w:rPr>
        <w:t>_ Date__________</w:t>
      </w:r>
      <w:r w:rsidR="00E016FE" w:rsidRPr="00123053">
        <w:rPr>
          <w:sz w:val="18"/>
          <w:szCs w:val="18"/>
        </w:rPr>
        <w:t>__</w:t>
      </w:r>
    </w:p>
    <w:p w:rsidR="00123053" w:rsidRPr="00155A8A" w:rsidRDefault="00123053">
      <w:pPr>
        <w:rPr>
          <w:sz w:val="10"/>
          <w:szCs w:val="10"/>
        </w:rPr>
      </w:pPr>
    </w:p>
    <w:p w:rsidR="00E87AD6" w:rsidRPr="00123053" w:rsidRDefault="00123053">
      <w:pPr>
        <w:rPr>
          <w:sz w:val="18"/>
          <w:szCs w:val="18"/>
        </w:rPr>
      </w:pPr>
      <w:r w:rsidRPr="00155A8A">
        <w:rPr>
          <w:sz w:val="19"/>
          <w:szCs w:val="19"/>
        </w:rPr>
        <w:t>F</w:t>
      </w:r>
      <w:r w:rsidR="00E87AD6" w:rsidRPr="00155A8A">
        <w:rPr>
          <w:sz w:val="19"/>
          <w:szCs w:val="19"/>
        </w:rPr>
        <w:t>ather Name Print</w:t>
      </w:r>
      <w:r w:rsidR="00E87AD6" w:rsidRPr="00123053">
        <w:rPr>
          <w:sz w:val="18"/>
          <w:szCs w:val="18"/>
        </w:rPr>
        <w:t xml:space="preserve"> ___________________</w:t>
      </w:r>
      <w:r w:rsidR="00E016FE" w:rsidRPr="00123053">
        <w:rPr>
          <w:sz w:val="18"/>
          <w:szCs w:val="18"/>
        </w:rPr>
        <w:t>____ Sign _______________________________________</w:t>
      </w:r>
      <w:r w:rsidR="00E87AD6" w:rsidRPr="00123053">
        <w:rPr>
          <w:sz w:val="18"/>
          <w:szCs w:val="18"/>
        </w:rPr>
        <w:t>_ Date ___</w:t>
      </w:r>
      <w:r w:rsidR="00E016FE" w:rsidRPr="00123053">
        <w:rPr>
          <w:sz w:val="18"/>
          <w:szCs w:val="18"/>
        </w:rPr>
        <w:t>__</w:t>
      </w:r>
      <w:r w:rsidR="00E87AD6" w:rsidRPr="00123053">
        <w:rPr>
          <w:sz w:val="18"/>
          <w:szCs w:val="18"/>
        </w:rPr>
        <w:t>______</w:t>
      </w:r>
    </w:p>
    <w:sectPr w:rsidR="00E87AD6" w:rsidRPr="00123053">
      <w:headerReference w:type="default" r:id="rId16"/>
      <w:footerReference w:type="defaul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971" w:rsidRDefault="00950971" w:rsidP="00572C0A">
      <w:pPr>
        <w:spacing w:after="0" w:line="240" w:lineRule="auto"/>
      </w:pPr>
      <w:r>
        <w:separator/>
      </w:r>
    </w:p>
  </w:endnote>
  <w:endnote w:type="continuationSeparator" w:id="0">
    <w:p w:rsidR="00950971" w:rsidRDefault="00950971" w:rsidP="00572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3053" w:rsidRDefault="0012305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55A8A">
      <w:rPr>
        <w:noProof/>
      </w:rPr>
      <w:t>2</w:t>
    </w:r>
    <w:r>
      <w:rPr>
        <w:noProof/>
      </w:rPr>
      <w:fldChar w:fldCharType="end"/>
    </w:r>
  </w:p>
  <w:p w:rsidR="00123053" w:rsidRDefault="001230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971" w:rsidRDefault="00950971" w:rsidP="00572C0A">
      <w:pPr>
        <w:spacing w:after="0" w:line="240" w:lineRule="auto"/>
      </w:pPr>
      <w:r>
        <w:separator/>
      </w:r>
    </w:p>
  </w:footnote>
  <w:footnote w:type="continuationSeparator" w:id="0">
    <w:p w:rsidR="00950971" w:rsidRDefault="00950971" w:rsidP="00572C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3053" w:rsidRDefault="00123053" w:rsidP="00E016FE">
    <w:pPr>
      <w:pStyle w:val="Header"/>
      <w:jc w:val="center"/>
      <w:rPr>
        <w:b/>
      </w:rPr>
    </w:pPr>
    <w:r w:rsidRPr="00E016FE">
      <w:rPr>
        <w:b/>
      </w:rPr>
      <w:t>SEFTON MEDICAL CENTRE</w:t>
    </w:r>
    <w:r>
      <w:rPr>
        <w:b/>
      </w:rPr>
      <w:t xml:space="preserve"> </w:t>
    </w:r>
  </w:p>
  <w:p w:rsidR="00123053" w:rsidRPr="00E016FE" w:rsidRDefault="00123053" w:rsidP="00E016FE">
    <w:pPr>
      <w:pStyle w:val="Header"/>
      <w:jc w:val="center"/>
      <w:rPr>
        <w:b/>
      </w:rPr>
    </w:pPr>
    <w:r>
      <w:rPr>
        <w:b/>
      </w:rPr>
      <w:t>9/15</w:t>
    </w:r>
    <w:r w:rsidR="00155A8A">
      <w:rPr>
        <w:b/>
      </w:rPr>
      <w:t xml:space="preserve">1 Wellington Rd. Sefton, 2162, </w:t>
    </w:r>
    <w:r>
      <w:rPr>
        <w:b/>
      </w:rPr>
      <w:t>ph</w:t>
    </w:r>
    <w:r w:rsidR="00155A8A">
      <w:rPr>
        <w:b/>
      </w:rPr>
      <w:t>.</w:t>
    </w:r>
    <w:r>
      <w:rPr>
        <w:b/>
      </w:rPr>
      <w:t xml:space="preserve"> (02) 8211 8888 fax (02) 8211 8889</w:t>
    </w:r>
  </w:p>
  <w:p w:rsidR="00123053" w:rsidRPr="00E016FE" w:rsidRDefault="00123053" w:rsidP="00E016FE">
    <w:pPr>
      <w:pStyle w:val="Header"/>
      <w:jc w:val="center"/>
      <w:rPr>
        <w:rFonts w:ascii="French Script MT" w:hAnsi="French Script MT"/>
        <w:sz w:val="52"/>
        <w:szCs w:val="52"/>
      </w:rPr>
    </w:pPr>
    <w:r w:rsidRPr="00E016FE">
      <w:rPr>
        <w:rFonts w:ascii="French Script MT" w:hAnsi="French Script MT"/>
        <w:sz w:val="52"/>
        <w:szCs w:val="52"/>
      </w:rPr>
      <w:t>Gentle Procedure Clinic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7707AD"/>
    <w:multiLevelType w:val="multilevel"/>
    <w:tmpl w:val="59FC7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94273CA"/>
    <w:multiLevelType w:val="multilevel"/>
    <w:tmpl w:val="9BB04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98565BF"/>
    <w:multiLevelType w:val="multilevel"/>
    <w:tmpl w:val="22125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971"/>
    <w:rsid w:val="000E6594"/>
    <w:rsid w:val="00115356"/>
    <w:rsid w:val="00123053"/>
    <w:rsid w:val="00155A8A"/>
    <w:rsid w:val="00375BAE"/>
    <w:rsid w:val="00434A87"/>
    <w:rsid w:val="00533539"/>
    <w:rsid w:val="00572C0A"/>
    <w:rsid w:val="00607A40"/>
    <w:rsid w:val="00771910"/>
    <w:rsid w:val="00950971"/>
    <w:rsid w:val="00962AB0"/>
    <w:rsid w:val="00C130E2"/>
    <w:rsid w:val="00C47AD2"/>
    <w:rsid w:val="00DE629B"/>
    <w:rsid w:val="00E016FE"/>
    <w:rsid w:val="00E87AD6"/>
    <w:rsid w:val="00F62E2C"/>
    <w:rsid w:val="00FB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E72F858"/>
  <w15:chartTrackingRefBased/>
  <w15:docId w15:val="{A027A875-6670-4924-80D4-DFBBC4251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2C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2C0A"/>
  </w:style>
  <w:style w:type="paragraph" w:styleId="Footer">
    <w:name w:val="footer"/>
    <w:basedOn w:val="Normal"/>
    <w:link w:val="FooterChar"/>
    <w:uiPriority w:val="99"/>
    <w:unhideWhenUsed/>
    <w:rsid w:val="00572C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2C0A"/>
  </w:style>
  <w:style w:type="paragraph" w:styleId="BalloonText">
    <w:name w:val="Balloon Text"/>
    <w:basedOn w:val="Normal"/>
    <w:link w:val="BalloonTextChar"/>
    <w:uiPriority w:val="99"/>
    <w:semiHidden/>
    <w:unhideWhenUsed/>
    <w:rsid w:val="00E87A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87A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0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86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8311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9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7976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1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53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28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39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30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033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0229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10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8441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0216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5921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2087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4179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8645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4786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7555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91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367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77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0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76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56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3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00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731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101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342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136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4906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8582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318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3060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3097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623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6999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2487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667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061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654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766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1594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ontrol" Target="activeX/activeX4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5" Type="http://schemas.openxmlformats.org/officeDocument/2006/relationships/control" Target="activeX/activeX7.xml"/><Relationship Id="rId10" Type="http://schemas.openxmlformats.org/officeDocument/2006/relationships/control" Target="activeX/activeX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6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.User-PC.000\Documents\Custom%20Office%20Templates\Baby%20Information%20REGISTRATION%20FORM.dotx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911F4B-E4A5-4245-8CEC-BD1FB58CD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Baby Information REGISTRATION FORM</Template>
  <TotalTime>17</TotalTime>
  <Pages>3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2015-08-11T02:18:00Z</cp:lastPrinted>
  <dcterms:created xsi:type="dcterms:W3CDTF">2015-09-02T01:16:00Z</dcterms:created>
  <dcterms:modified xsi:type="dcterms:W3CDTF">2016-12-06T06:48:00Z</dcterms:modified>
</cp:coreProperties>
</file>